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132" w:rsidRDefault="00972132" w:rsidP="00C9117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Задания для проведения школьного этапа всероссийской олимпиады школьников</w:t>
      </w:r>
    </w:p>
    <w:p w:rsidR="00972132" w:rsidRDefault="00972132" w:rsidP="00C9117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 физике в 2020-2021 учебном году в Дубровском районе</w:t>
      </w:r>
    </w:p>
    <w:p w:rsidR="00972132" w:rsidRDefault="00972132" w:rsidP="00C9117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 класс</w:t>
      </w:r>
    </w:p>
    <w:p w:rsidR="00972132" w:rsidRDefault="00972132" w:rsidP="00C9117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72132" w:rsidRDefault="00972132" w:rsidP="00C9117A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Продолжительность этапа 2,5 ч (150 минут)</w:t>
      </w:r>
    </w:p>
    <w:p w:rsidR="00972132" w:rsidRDefault="00972132" w:rsidP="00C9117A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Каждое задание оценивается в 10 баллов</w:t>
      </w:r>
    </w:p>
    <w:p w:rsidR="00972132" w:rsidRDefault="00972132" w:rsidP="00C9117A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Максимальное количество набранных баллов - 50</w:t>
      </w:r>
    </w:p>
    <w:p w:rsidR="00972132" w:rsidRDefault="00972132" w:rsidP="00C9117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972132" w:rsidRDefault="00972132" w:rsidP="00C9117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972132" w:rsidRDefault="00972132" w:rsidP="003937D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 Пуля, летящая со скоростью 400м/с, попадает в земляной вал и проникает в него на глубину 20см. Какова скорость пули в тот момент, когда она находилась на глубине 10см ? Силу сопротивления, действующую на пулю в земле, считать постоянной.</w:t>
      </w:r>
    </w:p>
    <w:p w:rsidR="00972132" w:rsidRDefault="00972132" w:rsidP="003937D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Определите, на какой высоте кинетическая энергия мяча, брошенного вертикально вверх со скоростью 16м/с, равна его потенциальной энергии.</w:t>
      </w:r>
    </w:p>
    <w:p w:rsidR="00972132" w:rsidRPr="004E692E" w:rsidRDefault="00972132" w:rsidP="003937D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3.  В калориметре находится вода, масса которой 100г  и температура 0</w:t>
      </w:r>
      <w:r w:rsidRPr="003937DE">
        <w:rPr>
          <w:rFonts w:ascii="Times New Roman" w:hAnsi="Times New Roman"/>
          <w:noProof/>
          <w:sz w:val="28"/>
          <w:szCs w:val="28"/>
          <w:vertAlign w:val="superscript"/>
          <w:lang w:eastAsia="ru-RU"/>
        </w:rPr>
        <w:t>0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 С. В воду бросают кусок льда , масса которого 20г и температура -5</w:t>
      </w:r>
      <w:r w:rsidRPr="003937DE">
        <w:rPr>
          <w:rFonts w:ascii="Times New Roman" w:hAnsi="Times New Roman"/>
          <w:noProof/>
          <w:sz w:val="28"/>
          <w:szCs w:val="28"/>
          <w:vertAlign w:val="superscript"/>
          <w:lang w:eastAsia="ru-RU"/>
        </w:rPr>
        <w:t>0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 С. Какой будет температура содержимого калориметра после установления в нем теплового равновесия ?</w:t>
      </w:r>
    </w:p>
    <w:p w:rsidR="00972132" w:rsidRDefault="00972132" w:rsidP="003937DE">
      <w:pPr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4.  Имеются 3 резистора  величиной 100 Ом каждый. С их помощью составлена цепь, дающая самое большое из возможных сопротивлений. Затем, с помощью этих резисторов составляют цепь, обладающую самым маленьким сопротивлением. Нарисуйте схемы таких соединений и рассчитайте во сколько раз отличаются их сопротивления.</w:t>
      </w:r>
    </w:p>
    <w:p w:rsidR="00972132" w:rsidRDefault="00972132" w:rsidP="0006537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5. Баржа с грузом переходит из реки в море. Изменяется ли выталкивающая сила, действующая на баржу? Ответ поясните.</w:t>
      </w:r>
    </w:p>
    <w:sectPr w:rsidR="00972132" w:rsidSect="00FF527A">
      <w:pgSz w:w="11906" w:h="16838"/>
      <w:pgMar w:top="539" w:right="850" w:bottom="53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372D"/>
    <w:rsid w:val="00065377"/>
    <w:rsid w:val="000B0CE1"/>
    <w:rsid w:val="001918A5"/>
    <w:rsid w:val="00217D3F"/>
    <w:rsid w:val="003014D5"/>
    <w:rsid w:val="003664F3"/>
    <w:rsid w:val="003937DE"/>
    <w:rsid w:val="003E20D9"/>
    <w:rsid w:val="004E197E"/>
    <w:rsid w:val="004E692E"/>
    <w:rsid w:val="005D4FF5"/>
    <w:rsid w:val="00650E43"/>
    <w:rsid w:val="006916E7"/>
    <w:rsid w:val="00713044"/>
    <w:rsid w:val="00743099"/>
    <w:rsid w:val="007A37E5"/>
    <w:rsid w:val="00963400"/>
    <w:rsid w:val="00972132"/>
    <w:rsid w:val="00994ACF"/>
    <w:rsid w:val="00994B3E"/>
    <w:rsid w:val="009C3C7B"/>
    <w:rsid w:val="009D372D"/>
    <w:rsid w:val="009E43B4"/>
    <w:rsid w:val="00A11955"/>
    <w:rsid w:val="00A92030"/>
    <w:rsid w:val="00AB2A19"/>
    <w:rsid w:val="00B108F1"/>
    <w:rsid w:val="00B87E64"/>
    <w:rsid w:val="00C13404"/>
    <w:rsid w:val="00C9117A"/>
    <w:rsid w:val="00CA5544"/>
    <w:rsid w:val="00F04891"/>
    <w:rsid w:val="00F14B33"/>
    <w:rsid w:val="00FF52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3099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795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5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1</Pages>
  <Words>196</Words>
  <Characters>1122</Characters>
  <Application>Microsoft Office Outlook</Application>
  <DocSecurity>0</DocSecurity>
  <Lines>0</Lines>
  <Paragraphs>0</Paragraphs>
  <ScaleCrop>false</ScaleCrop>
  <Company>*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Задания школьного этапа ВсОШ по физике в 2020-2021 уч</dc:title>
  <dc:subject/>
  <dc:creator>Sergei</dc:creator>
  <cp:keywords/>
  <dc:description/>
  <cp:lastModifiedBy>Людмила</cp:lastModifiedBy>
  <cp:revision>4</cp:revision>
  <dcterms:created xsi:type="dcterms:W3CDTF">2020-09-14T12:31:00Z</dcterms:created>
  <dcterms:modified xsi:type="dcterms:W3CDTF">2020-09-27T18:08:00Z</dcterms:modified>
</cp:coreProperties>
</file>